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47F0F3AE" w:rsidR="002E612D" w:rsidRPr="00127DB9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127DB9">
        <w:rPr>
          <w:b/>
          <w:bCs/>
          <w:sz w:val="22"/>
          <w:szCs w:val="22"/>
        </w:rPr>
        <w:t>”</w:t>
      </w:r>
      <w:r w:rsidR="005768E2" w:rsidRPr="005768E2">
        <w:rPr>
          <w:rFonts w:cstheme="minorHAnsi"/>
          <w:b/>
          <w:i/>
          <w:color w:val="000000"/>
        </w:rPr>
        <w:t xml:space="preserve"> </w:t>
      </w:r>
      <w:r w:rsidR="005768E2" w:rsidRPr="00C450E0">
        <w:rPr>
          <w:rFonts w:cstheme="minorHAnsi"/>
          <w:b/>
          <w:i/>
          <w:color w:val="000000"/>
        </w:rPr>
        <w:t>Budowa dróg w Brześciu Kujawskim</w:t>
      </w:r>
      <w:r w:rsidR="005768E2">
        <w:rPr>
          <w:rFonts w:cstheme="minorHAnsi"/>
          <w:b/>
          <w:i/>
          <w:color w:val="000000"/>
        </w:rPr>
        <w:t>, u</w:t>
      </w:r>
      <w:r w:rsidR="005768E2" w:rsidRPr="00C450E0">
        <w:rPr>
          <w:rFonts w:cstheme="minorHAnsi"/>
          <w:b/>
          <w:i/>
          <w:color w:val="000000"/>
        </w:rPr>
        <w:t>lice: Archeologów, Książąt Kujawskich, Dominikanów, Królowej Jadwigi</w:t>
      </w:r>
      <w:r w:rsidR="005768E2">
        <w:rPr>
          <w:rFonts w:cstheme="minorHAnsi"/>
          <w:b/>
          <w:i/>
          <w:color w:val="000000"/>
        </w:rPr>
        <w:t xml:space="preserve"> oraz</w:t>
      </w:r>
      <w:r w:rsidR="005768E2" w:rsidRPr="00C450E0">
        <w:rPr>
          <w:rFonts w:cstheme="minorHAnsi"/>
          <w:b/>
          <w:i/>
          <w:color w:val="000000"/>
        </w:rPr>
        <w:t xml:space="preserve"> Kazimierza Wielkiego</w:t>
      </w:r>
      <w:r w:rsidR="00DE3D8A" w:rsidRPr="00127DB9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6E7C2EC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Zapytaniem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2A6A2356" w:rsidR="00C039FD" w:rsidRPr="007F3E87" w:rsidRDefault="00C039FD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bookmarkStart w:id="0" w:name="_Hlk210376034"/>
            <w:r w:rsidR="005768E2" w:rsidRPr="00C450E0">
              <w:rPr>
                <w:rFonts w:cstheme="minorHAnsi"/>
                <w:b/>
                <w:i/>
                <w:color w:val="000000"/>
              </w:rPr>
              <w:t>Budowa dróg w Brześciu Kujawskim</w:t>
            </w:r>
            <w:r w:rsidR="005768E2">
              <w:rPr>
                <w:rFonts w:cstheme="minorHAnsi"/>
                <w:b/>
                <w:i/>
                <w:color w:val="000000"/>
              </w:rPr>
              <w:t>, u</w:t>
            </w:r>
            <w:r w:rsidR="005768E2" w:rsidRPr="00C450E0">
              <w:rPr>
                <w:rFonts w:cstheme="minorHAnsi"/>
                <w:b/>
                <w:i/>
                <w:color w:val="000000"/>
              </w:rPr>
              <w:t>lice: Archeologów, Książąt Kujawskich, Dominikanów, Królowej Jadwigi</w:t>
            </w:r>
            <w:r w:rsidR="005768E2">
              <w:rPr>
                <w:rFonts w:cstheme="minorHAnsi"/>
                <w:b/>
                <w:i/>
                <w:color w:val="000000"/>
              </w:rPr>
              <w:t xml:space="preserve"> oraz</w:t>
            </w:r>
            <w:r w:rsidR="005768E2" w:rsidRPr="00C450E0">
              <w:rPr>
                <w:rFonts w:cstheme="minorHAnsi"/>
                <w:b/>
                <w:i/>
                <w:color w:val="000000"/>
              </w:rPr>
              <w:t xml:space="preserve"> Kazimierza Wielkiego</w:t>
            </w:r>
            <w:bookmarkEnd w:id="0"/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1F7710C0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7680" w14:textId="77777777" w:rsidR="00473DC0" w:rsidRDefault="00473DC0" w:rsidP="00FF57EE">
      <w:r>
        <w:separator/>
      </w:r>
    </w:p>
  </w:endnote>
  <w:endnote w:type="continuationSeparator" w:id="0">
    <w:p w14:paraId="1EBE719D" w14:textId="77777777" w:rsidR="00473DC0" w:rsidRDefault="00473DC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DDD99" w14:textId="77777777" w:rsidR="00473DC0" w:rsidRDefault="00473DC0" w:rsidP="00FF57EE">
      <w:r>
        <w:separator/>
      </w:r>
    </w:p>
  </w:footnote>
  <w:footnote w:type="continuationSeparator" w:id="0">
    <w:p w14:paraId="22CAB2BC" w14:textId="77777777" w:rsidR="00473DC0" w:rsidRDefault="00473DC0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078AAE5B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5768E2">
      <w:rPr>
        <w:sz w:val="20"/>
        <w:szCs w:val="20"/>
      </w:rPr>
      <w:t>34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E612D"/>
    <w:rsid w:val="003317EC"/>
    <w:rsid w:val="003A1B57"/>
    <w:rsid w:val="003B5AC8"/>
    <w:rsid w:val="003B769C"/>
    <w:rsid w:val="003C0F5E"/>
    <w:rsid w:val="003E106F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83E4A"/>
    <w:rsid w:val="007D475B"/>
    <w:rsid w:val="007E331F"/>
    <w:rsid w:val="007F3E87"/>
    <w:rsid w:val="00826C28"/>
    <w:rsid w:val="00830EC7"/>
    <w:rsid w:val="008663CD"/>
    <w:rsid w:val="00874460"/>
    <w:rsid w:val="00883EF9"/>
    <w:rsid w:val="0091080E"/>
    <w:rsid w:val="009312B4"/>
    <w:rsid w:val="0097776D"/>
    <w:rsid w:val="00983D1D"/>
    <w:rsid w:val="009D75A8"/>
    <w:rsid w:val="00A15974"/>
    <w:rsid w:val="00A23973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</cp:revision>
  <dcterms:created xsi:type="dcterms:W3CDTF">2025-10-03T10:05:00Z</dcterms:created>
  <dcterms:modified xsi:type="dcterms:W3CDTF">2025-10-03T10:05:00Z</dcterms:modified>
</cp:coreProperties>
</file>